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804127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_</w:t>
      </w:r>
      <w:r w:rsidR="00804127">
        <w:rPr>
          <w:rFonts w:ascii="Arial Narrow" w:hAnsi="Arial Narrow"/>
          <w:sz w:val="22"/>
          <w:lang w:val="de-DE"/>
        </w:rPr>
        <w:t>. Sitzung | WS13/</w:t>
      </w:r>
      <w:r w:rsidR="000C1EB8">
        <w:rPr>
          <w:rFonts w:ascii="Arial Narrow" w:hAnsi="Arial Narrow"/>
          <w:sz w:val="22"/>
          <w:lang w:val="de-DE"/>
        </w:rPr>
        <w:t>1</w:t>
      </w:r>
      <w:r w:rsidR="00804127">
        <w:rPr>
          <w:rFonts w:ascii="Arial Narrow" w:hAnsi="Arial Narrow"/>
          <w:sz w:val="22"/>
          <w:lang w:val="de-DE"/>
        </w:rPr>
        <w:t>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3D2F60">
        <w:rPr>
          <w:rFonts w:ascii="Arial Narrow" w:hAnsi="Arial Narrow"/>
          <w:noProof/>
          <w:sz w:val="22"/>
          <w:lang w:val="de-DE"/>
        </w:rPr>
        <w:t>30.09.2013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260245">
        <w:rPr>
          <w:rFonts w:ascii="Arial Narrow" w:hAnsi="Arial Narrow"/>
          <w:sz w:val="22"/>
          <w:lang w:val="de-DE"/>
        </w:rPr>
        <w:t>19:00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260245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FF72EC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-Rallye</w:t>
      </w:r>
    </w:p>
    <w:p w:rsidR="00260245" w:rsidRPr="00260245" w:rsidRDefault="00260245" w:rsidP="0026024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Ausgabe der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-Tüten an der Aula, Stadthalle und O-Bau + kurze Vorstellung AStA</w:t>
      </w:r>
    </w:p>
    <w:p w:rsidR="00260245" w:rsidRDefault="00260245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und Wo? (Infos zur Vorstellung im Anhang.)</w:t>
      </w:r>
    </w:p>
    <w:p w:rsidR="0036664F" w:rsidRDefault="0036664F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Stadthalle: Sunny, Sarah Fridrich</w:t>
      </w:r>
    </w:p>
    <w:p w:rsidR="0036664F" w:rsidRDefault="0036664F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O-Bau: Karl</w:t>
      </w:r>
    </w:p>
    <w:p w:rsidR="0036664F" w:rsidRDefault="0036664F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Aula: Sigi</w:t>
      </w:r>
    </w:p>
    <w:p w:rsidR="00710075" w:rsidRDefault="00710075" w:rsidP="0071007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AStA Vorstellung Dienstag 14:00 Uhr – </w:t>
      </w:r>
      <w:r w:rsidR="003E216A">
        <w:rPr>
          <w:rFonts w:ascii="Arial Narrow" w:hAnsi="Arial Narrow"/>
          <w:sz w:val="22"/>
          <w:lang w:val="de-DE"/>
        </w:rPr>
        <w:t>(</w:t>
      </w:r>
      <w:r>
        <w:rPr>
          <w:rFonts w:ascii="Arial Narrow" w:hAnsi="Arial Narrow"/>
          <w:sz w:val="22"/>
          <w:lang w:val="de-DE"/>
        </w:rPr>
        <w:t>Info im Anhang</w:t>
      </w:r>
      <w:r w:rsidR="003E216A">
        <w:rPr>
          <w:rFonts w:ascii="Arial Narrow" w:hAnsi="Arial Narrow"/>
          <w:sz w:val="22"/>
          <w:lang w:val="de-DE"/>
        </w:rPr>
        <w:t>)</w:t>
      </w:r>
      <w:r w:rsidR="00FA1D7A">
        <w:rPr>
          <w:rFonts w:ascii="Arial Narrow" w:hAnsi="Arial Narrow"/>
          <w:sz w:val="22"/>
          <w:lang w:val="de-DE"/>
        </w:rPr>
        <w:t xml:space="preserve">. Wer teilt Rallye-Zettel vor Aula mit aus? </w:t>
      </w:r>
    </w:p>
    <w:p w:rsidR="003D67EB" w:rsidRPr="00710075" w:rsidRDefault="003D67EB" w:rsidP="0071007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ist Dienstag während der Rallye im AStA um Fragen zu beantworten?</w:t>
      </w:r>
    </w:p>
    <w:p w:rsidR="00260245" w:rsidRDefault="00260245" w:rsidP="0026024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Überarbeiten von </w:t>
      </w:r>
      <w:r w:rsidR="00FF72EC">
        <w:rPr>
          <w:rFonts w:ascii="Arial Narrow" w:hAnsi="Arial Narrow"/>
          <w:sz w:val="22"/>
          <w:lang w:val="de-DE"/>
        </w:rPr>
        <w:t>Rallye</w:t>
      </w:r>
      <w:r>
        <w:rPr>
          <w:rFonts w:ascii="Arial Narrow" w:hAnsi="Arial Narrow"/>
          <w:sz w:val="22"/>
          <w:lang w:val="de-DE"/>
        </w:rPr>
        <w:t xml:space="preserve">, weil </w:t>
      </w:r>
      <w:proofErr w:type="spellStart"/>
      <w:r>
        <w:rPr>
          <w:rFonts w:ascii="Arial Narrow" w:hAnsi="Arial Narrow"/>
          <w:sz w:val="22"/>
          <w:lang w:val="de-DE"/>
        </w:rPr>
        <w:t>Horlogen</w:t>
      </w:r>
      <w:proofErr w:type="spellEnd"/>
      <w:r>
        <w:rPr>
          <w:rFonts w:ascii="Arial Narrow" w:hAnsi="Arial Narrow"/>
          <w:sz w:val="22"/>
          <w:lang w:val="de-DE"/>
        </w:rPr>
        <w:t xml:space="preserve"> abgesagt haben, drucken und an Ausgabestationen verteilen.</w:t>
      </w:r>
    </w:p>
    <w:p w:rsidR="00260245" w:rsidRDefault="00260245" w:rsidP="0026024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Auswertung </w:t>
      </w:r>
      <w:r w:rsidR="00FF72EC">
        <w:rPr>
          <w:rFonts w:ascii="Arial Narrow" w:hAnsi="Arial Narrow"/>
          <w:sz w:val="22"/>
          <w:lang w:val="de-DE"/>
        </w:rPr>
        <w:t>Rallye</w:t>
      </w:r>
      <w:r>
        <w:rPr>
          <w:rFonts w:ascii="Arial Narrow" w:hAnsi="Arial Narrow"/>
          <w:sz w:val="22"/>
          <w:lang w:val="de-DE"/>
        </w:rPr>
        <w:t xml:space="preserve"> in Färbe, Dienstag ab 16:00. Oder </w:t>
      </w:r>
      <w:proofErr w:type="gramStart"/>
      <w:r>
        <w:rPr>
          <w:rFonts w:ascii="Arial Narrow" w:hAnsi="Arial Narrow"/>
          <w:sz w:val="22"/>
          <w:lang w:val="de-DE"/>
        </w:rPr>
        <w:t>Dienstag Abend</w:t>
      </w:r>
      <w:proofErr w:type="gramEnd"/>
      <w:r>
        <w:rPr>
          <w:rFonts w:ascii="Arial Narrow" w:hAnsi="Arial Narrow"/>
          <w:sz w:val="22"/>
          <w:lang w:val="de-DE"/>
        </w:rPr>
        <w:t xml:space="preserve"> und </w:t>
      </w:r>
      <w:r w:rsidR="00FF72EC">
        <w:rPr>
          <w:rFonts w:ascii="Arial Narrow" w:hAnsi="Arial Narrow"/>
          <w:sz w:val="22"/>
          <w:lang w:val="de-DE"/>
        </w:rPr>
        <w:t>Rallye</w:t>
      </w:r>
      <w:r>
        <w:rPr>
          <w:rFonts w:ascii="Arial Narrow" w:hAnsi="Arial Narrow"/>
          <w:sz w:val="22"/>
          <w:lang w:val="de-DE"/>
        </w:rPr>
        <w:t xml:space="preserve"> Blätter werden von </w:t>
      </w:r>
      <w:proofErr w:type="spellStart"/>
      <w:r>
        <w:rPr>
          <w:rFonts w:ascii="Arial Narrow" w:hAnsi="Arial Narrow"/>
          <w:sz w:val="22"/>
          <w:lang w:val="de-DE"/>
        </w:rPr>
        <w:t>Allemania</w:t>
      </w:r>
      <w:proofErr w:type="spellEnd"/>
      <w:r>
        <w:rPr>
          <w:rFonts w:ascii="Arial Narrow" w:hAnsi="Arial Narrow"/>
          <w:sz w:val="22"/>
          <w:lang w:val="de-DE"/>
        </w:rPr>
        <w:t xml:space="preserve"> entgegengenommen und dann </w:t>
      </w:r>
      <w:r w:rsidR="003E216A">
        <w:rPr>
          <w:rFonts w:ascii="Arial Narrow" w:hAnsi="Arial Narrow"/>
          <w:sz w:val="22"/>
          <w:lang w:val="de-DE"/>
        </w:rPr>
        <w:t xml:space="preserve">zum AStA gebracht. Gewinner auf </w:t>
      </w:r>
      <w:proofErr w:type="spellStart"/>
      <w:r>
        <w:rPr>
          <w:rFonts w:ascii="Arial Narrow" w:hAnsi="Arial Narrow"/>
          <w:sz w:val="22"/>
          <w:lang w:val="de-DE"/>
        </w:rPr>
        <w:t>Präsi</w:t>
      </w:r>
      <w:proofErr w:type="spellEnd"/>
      <w:r>
        <w:rPr>
          <w:rFonts w:ascii="Arial Narrow" w:hAnsi="Arial Narrow"/>
          <w:sz w:val="22"/>
          <w:lang w:val="de-DE"/>
        </w:rPr>
        <w:t xml:space="preserve"> zur </w:t>
      </w:r>
      <w:proofErr w:type="spellStart"/>
      <w:r>
        <w:rPr>
          <w:rFonts w:ascii="Arial Narrow" w:hAnsi="Arial Narrow"/>
          <w:sz w:val="22"/>
          <w:lang w:val="de-DE"/>
        </w:rPr>
        <w:t>Ref.vorstellung</w:t>
      </w:r>
      <w:proofErr w:type="spellEnd"/>
      <w:r>
        <w:rPr>
          <w:rFonts w:ascii="Arial Narrow" w:hAnsi="Arial Narrow"/>
          <w:sz w:val="22"/>
          <w:lang w:val="de-DE"/>
        </w:rPr>
        <w:t xml:space="preserve"> eintragen.</w:t>
      </w:r>
    </w:p>
    <w:p w:rsidR="00260245" w:rsidRDefault="00260245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3E216A" w:rsidRDefault="003E216A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3E216A" w:rsidRDefault="003E216A" w:rsidP="0026024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03734E" w:rsidRDefault="0036664F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Hochschulball</w:t>
      </w:r>
    </w:p>
    <w:p w:rsidR="0036664F" w:rsidRDefault="0036664F" w:rsidP="0036664F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36664F" w:rsidRDefault="0036664F" w:rsidP="0036664F">
      <w:pPr>
        <w:pStyle w:val="WortmarkeFu"/>
        <w:numPr>
          <w:ilvl w:val="0"/>
          <w:numId w:val="7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Plakat fertig, Infos die noch drauf müssen an Anke weiterleiten, sie macht das Plakat fertig und auch die Eintrittskarten. </w:t>
      </w:r>
      <w:r w:rsidR="003E216A">
        <w:rPr>
          <w:rFonts w:ascii="Arial Narrow" w:hAnsi="Arial Narrow"/>
          <w:sz w:val="22"/>
          <w:lang w:val="de-DE"/>
        </w:rPr>
        <w:t>(</w:t>
      </w:r>
      <w:r>
        <w:rPr>
          <w:rFonts w:ascii="Arial Narrow" w:hAnsi="Arial Narrow"/>
          <w:sz w:val="22"/>
          <w:lang w:val="de-DE"/>
        </w:rPr>
        <w:t>Info im Anhang</w:t>
      </w:r>
      <w:r w:rsidR="003E216A">
        <w:rPr>
          <w:rFonts w:ascii="Arial Narrow" w:hAnsi="Arial Narrow"/>
          <w:sz w:val="22"/>
          <w:lang w:val="de-DE"/>
        </w:rPr>
        <w:t>)</w:t>
      </w:r>
    </w:p>
    <w:p w:rsidR="0036664F" w:rsidRDefault="005376CE" w:rsidP="005376CE">
      <w:pPr>
        <w:pStyle w:val="WortmarkeFu"/>
        <w:tabs>
          <w:tab w:val="clear" w:pos="9355"/>
          <w:tab w:val="left" w:pos="851"/>
        </w:tabs>
        <w:spacing w:line="36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Weitere Themen zum HSB an </w:t>
      </w:r>
      <w:r w:rsidR="00AD435E">
        <w:rPr>
          <w:rFonts w:ascii="Arial Narrow" w:hAnsi="Arial Narrow"/>
          <w:sz w:val="22"/>
          <w:lang w:val="de-DE"/>
        </w:rPr>
        <w:t xml:space="preserve">einem </w:t>
      </w:r>
      <w:r>
        <w:rPr>
          <w:rFonts w:ascii="Arial Narrow" w:hAnsi="Arial Narrow"/>
          <w:sz w:val="22"/>
          <w:lang w:val="de-DE"/>
        </w:rPr>
        <w:t>anderen Termin.</w:t>
      </w:r>
    </w:p>
    <w:p w:rsidR="005376CE" w:rsidRPr="00AD435E" w:rsidRDefault="005376CE" w:rsidP="005376CE">
      <w:pPr>
        <w:pStyle w:val="WortmarkeFu"/>
        <w:tabs>
          <w:tab w:val="clear" w:pos="9355"/>
          <w:tab w:val="left" w:pos="851"/>
        </w:tabs>
        <w:spacing w:line="360" w:lineRule="auto"/>
        <w:ind w:left="720"/>
        <w:jc w:val="both"/>
        <w:rPr>
          <w:rFonts w:ascii="Arial Narrow" w:hAnsi="Arial Narrow"/>
          <w:b/>
          <w:sz w:val="22"/>
          <w:lang w:val="de-DE"/>
        </w:rPr>
      </w:pPr>
    </w:p>
    <w:p w:rsidR="005376CE" w:rsidRPr="00AD435E" w:rsidRDefault="005376CE" w:rsidP="005376CE">
      <w:pPr>
        <w:pStyle w:val="WortmarkeFu"/>
        <w:tabs>
          <w:tab w:val="clear" w:pos="9355"/>
          <w:tab w:val="left" w:pos="851"/>
        </w:tabs>
        <w:spacing w:line="360" w:lineRule="auto"/>
        <w:ind w:left="720"/>
        <w:jc w:val="both"/>
        <w:rPr>
          <w:rFonts w:ascii="Arial Narrow" w:hAnsi="Arial Narrow"/>
          <w:b/>
          <w:sz w:val="22"/>
          <w:lang w:val="de-DE"/>
        </w:rPr>
      </w:pPr>
      <w:r w:rsidRPr="00AD435E">
        <w:rPr>
          <w:rFonts w:ascii="Arial Narrow" w:hAnsi="Arial Narrow"/>
          <w:b/>
          <w:sz w:val="22"/>
          <w:lang w:val="de-DE"/>
        </w:rPr>
        <w:t>Vorschau weitere Punkte zum HSB:</w:t>
      </w:r>
    </w:p>
    <w:p w:rsidR="00AD435E" w:rsidRDefault="00AD435E" w:rsidP="005376CE">
      <w:pPr>
        <w:pStyle w:val="WortmarkeFu"/>
        <w:tabs>
          <w:tab w:val="clear" w:pos="9355"/>
          <w:tab w:val="left" w:pos="851"/>
        </w:tabs>
        <w:spacing w:line="36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Genehmigung Hochschule und TD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Gema angemeldet?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Schankerlaubnis?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Security bestellt/ Einweisung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Stände/ Standleitertreffen – Sunny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 </w:t>
      </w:r>
      <w:r>
        <w:rPr>
          <w:rFonts w:ascii="Arial Narrow" w:hAnsi="Arial Narrow"/>
          <w:sz w:val="22"/>
          <w:lang w:val="de-DE"/>
        </w:rPr>
        <w:tab/>
        <w:t>Druck Plakate/ Eintrittskarten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Getränke/ Theke – Janis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DRK/ Feuerwehr/ Polizei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  <w:t>Band – Technik/ Bedarf geklärt?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  <w:t>Pfandmarken</w:t>
      </w:r>
    </w:p>
    <w:p w:rsidR="005376CE" w:rsidRDefault="005376CE" w:rsidP="005376C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  <w:r w:rsidR="00AD435E">
        <w:rPr>
          <w:rFonts w:ascii="Arial Narrow" w:hAnsi="Arial Narrow"/>
          <w:sz w:val="22"/>
          <w:lang w:val="de-DE"/>
        </w:rPr>
        <w:t>/ Bügel</w:t>
      </w:r>
    </w:p>
    <w:p w:rsidR="00AD435E" w:rsidRDefault="00AD435E" w:rsidP="00AD435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  <w:t>Leitsystem/ Schilder drucken u aufhängen</w:t>
      </w:r>
      <w:bookmarkStart w:id="0" w:name="_GoBack"/>
    </w:p>
    <w:p w:rsidR="00AD435E" w:rsidRPr="000755CE" w:rsidRDefault="00AD435E" w:rsidP="00AD435E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Müll/ Glascontainer</w:t>
      </w:r>
      <w:bookmarkEnd w:id="0"/>
    </w:p>
    <w:sectPr w:rsidR="00AD435E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60" w:rsidRDefault="003D2F60">
      <w:pPr>
        <w:spacing w:line="20" w:lineRule="exact"/>
      </w:pPr>
    </w:p>
  </w:endnote>
  <w:endnote w:type="continuationSeparator" w:id="0">
    <w:p w:rsidR="003D2F60" w:rsidRDefault="003D2F6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3D2F60" w:rsidRDefault="003D2F6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60" w:rsidRDefault="003D2F6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3D2F60" w:rsidRDefault="003D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F60" w:rsidRDefault="003D2F6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D2F60" w:rsidRDefault="003D2F6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D2F60" w:rsidRPr="00CF0EE6" w:rsidRDefault="003D2F6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WS13/14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326E5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3D2F60" w:rsidRPr="00CF0EE6" w:rsidRDefault="003D2F6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3D2F60" w:rsidRPr="00CF0EE6" w:rsidRDefault="003D2F6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D2F60" w:rsidRPr="00CF0EE6" w:rsidRDefault="003D2F6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86"/>
    <w:multiLevelType w:val="hybridMultilevel"/>
    <w:tmpl w:val="99443090"/>
    <w:lvl w:ilvl="0" w:tplc="A57022B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9553D8"/>
    <w:multiLevelType w:val="hybridMultilevel"/>
    <w:tmpl w:val="9FA87BDE"/>
    <w:lvl w:ilvl="0" w:tplc="2716F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970D66"/>
    <w:multiLevelType w:val="hybridMultilevel"/>
    <w:tmpl w:val="5BFE80DA"/>
    <w:lvl w:ilvl="0" w:tplc="E7787B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2E43E5"/>
    <w:multiLevelType w:val="hybridMultilevel"/>
    <w:tmpl w:val="82100714"/>
    <w:lvl w:ilvl="0" w:tplc="3DE28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26E5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60245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64F"/>
    <w:rsid w:val="0036697F"/>
    <w:rsid w:val="003733CC"/>
    <w:rsid w:val="003775B0"/>
    <w:rsid w:val="00396AA7"/>
    <w:rsid w:val="003B669B"/>
    <w:rsid w:val="003D2F60"/>
    <w:rsid w:val="003D67EB"/>
    <w:rsid w:val="003E216A"/>
    <w:rsid w:val="004108F1"/>
    <w:rsid w:val="00425EF5"/>
    <w:rsid w:val="004359A0"/>
    <w:rsid w:val="00441B0C"/>
    <w:rsid w:val="00487AF4"/>
    <w:rsid w:val="004D1F62"/>
    <w:rsid w:val="00501683"/>
    <w:rsid w:val="00501BD9"/>
    <w:rsid w:val="005376CE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0075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D435E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0E7C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A1D7A"/>
    <w:rsid w:val="00FD2F2E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3-14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2</Pages>
  <Words>212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7</cp:revision>
  <cp:lastPrinted>2013-09-30T12:56:00Z</cp:lastPrinted>
  <dcterms:created xsi:type="dcterms:W3CDTF">2013-09-30T12:13:00Z</dcterms:created>
  <dcterms:modified xsi:type="dcterms:W3CDTF">2013-09-30T13:00:00Z</dcterms:modified>
</cp:coreProperties>
</file>